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75170F" w14:paraId="3F2040E6" w14:textId="77777777" w:rsidTr="00444ACB">
        <w:tc>
          <w:tcPr>
            <w:tcW w:w="4428" w:type="dxa"/>
            <w:shd w:val="clear" w:color="auto" w:fill="auto"/>
          </w:tcPr>
          <w:p w14:paraId="65917FDE" w14:textId="77777777" w:rsidR="000348ED" w:rsidRPr="00B15B24" w:rsidRDefault="005D05AC" w:rsidP="00E5479C">
            <w:pPr>
              <w:tabs>
                <w:tab w:val="left" w:pos="851"/>
              </w:tabs>
            </w:pPr>
            <w:r w:rsidRPr="00B15B24">
              <w:t>From:</w:t>
            </w:r>
            <w:r w:rsidRPr="00B15B24">
              <w:tab/>
            </w:r>
            <w:r w:rsidR="00E5479C">
              <w:t>VTS</w:t>
            </w:r>
            <w:r w:rsidR="00CA04AF">
              <w:t xml:space="preserve"> </w:t>
            </w:r>
            <w:r w:rsidRPr="00E5479C">
              <w:t>C</w:t>
            </w:r>
            <w:r w:rsidR="00050DA7" w:rsidRPr="00E5479C">
              <w:t>ommittee</w:t>
            </w:r>
          </w:p>
        </w:tc>
        <w:tc>
          <w:tcPr>
            <w:tcW w:w="5461" w:type="dxa"/>
            <w:shd w:val="clear" w:color="auto" w:fill="auto"/>
          </w:tcPr>
          <w:p w14:paraId="19E346CF" w14:textId="77777777" w:rsidR="000348ED" w:rsidRPr="0075170F" w:rsidRDefault="00E5479C" w:rsidP="0054510D">
            <w:pPr>
              <w:jc w:val="right"/>
            </w:pPr>
            <w:r w:rsidRPr="0075170F">
              <w:t>VTS 34</w:t>
            </w:r>
            <w:r w:rsidR="005D05AC" w:rsidRPr="0075170F">
              <w:t>/output/</w:t>
            </w:r>
            <w:r w:rsidR="0054510D" w:rsidRPr="0075170F">
              <w:t>5</w:t>
            </w:r>
          </w:p>
        </w:tc>
      </w:tr>
      <w:tr w:rsidR="000348ED" w:rsidRPr="0075170F" w14:paraId="2EF1CBF3" w14:textId="77777777" w:rsidTr="00444ACB">
        <w:tc>
          <w:tcPr>
            <w:tcW w:w="4428" w:type="dxa"/>
            <w:shd w:val="clear" w:color="auto" w:fill="auto"/>
          </w:tcPr>
          <w:p w14:paraId="53669F41" w14:textId="77777777" w:rsidR="000348ED" w:rsidRPr="00B15B24" w:rsidRDefault="005D05AC" w:rsidP="00E5479C">
            <w:pPr>
              <w:tabs>
                <w:tab w:val="left" w:pos="851"/>
              </w:tabs>
            </w:pPr>
            <w:r w:rsidRPr="00B15B24">
              <w:t>To:</w:t>
            </w:r>
            <w:r w:rsidRPr="00B15B24">
              <w:tab/>
            </w:r>
            <w:r w:rsidR="00E96AC9">
              <w:t>ANM</w:t>
            </w:r>
            <w:r w:rsidR="00CA04AF">
              <w:t xml:space="preserve"> </w:t>
            </w:r>
            <w:r w:rsidR="00902AA4" w:rsidRPr="00E5479C">
              <w:t>Committee</w:t>
            </w:r>
          </w:p>
        </w:tc>
        <w:tc>
          <w:tcPr>
            <w:tcW w:w="5461" w:type="dxa"/>
            <w:shd w:val="clear" w:color="auto" w:fill="auto"/>
          </w:tcPr>
          <w:p w14:paraId="22F86971" w14:textId="0BC146C9" w:rsidR="000348ED" w:rsidRPr="0075170F" w:rsidRDefault="0075170F" w:rsidP="00444ACB">
            <w:pPr>
              <w:jc w:val="right"/>
            </w:pPr>
            <w:r>
              <w:t>23 M</w:t>
            </w:r>
            <w:r w:rsidR="00E5479C" w:rsidRPr="0075170F">
              <w:t>arch</w:t>
            </w:r>
            <w:r w:rsidR="005D05AC" w:rsidRPr="0075170F">
              <w:t xml:space="preserve"> 20</w:t>
            </w:r>
            <w:r w:rsidR="001A654A" w:rsidRPr="0075170F">
              <w:t>1</w:t>
            </w:r>
            <w:r w:rsidR="00E5479C" w:rsidRPr="0075170F">
              <w:t>2</w:t>
            </w:r>
          </w:p>
        </w:tc>
      </w:tr>
    </w:tbl>
    <w:p w14:paraId="0D29F017" w14:textId="77777777"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</w:p>
    <w:p w14:paraId="1CEC486C" w14:textId="77777777" w:rsidR="000348ED" w:rsidRPr="00B15B24" w:rsidRDefault="006D4690" w:rsidP="005D05AC">
      <w:pPr>
        <w:pStyle w:val="Title"/>
        <w:spacing w:after="120"/>
      </w:pPr>
      <w:r w:rsidRPr="006D4690">
        <w:rPr>
          <w:color w:val="000000"/>
        </w:rPr>
        <w:t>IALA Draft Recommendation on the Global Sharing of Marine Data and Information</w:t>
      </w:r>
    </w:p>
    <w:p w14:paraId="2FA31534" w14:textId="77777777" w:rsidR="00A11CAC" w:rsidRPr="00E96AC9" w:rsidRDefault="0064435F" w:rsidP="00E96AC9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14:paraId="1E7127B0" w14:textId="1CEC6BE0" w:rsidR="00A11CAC" w:rsidRDefault="00A11CAC" w:rsidP="00A11CAC">
      <w:pPr>
        <w:jc w:val="both"/>
        <w:rPr>
          <w:lang w:val="en-US"/>
        </w:rPr>
      </w:pPr>
      <w:r>
        <w:rPr>
          <w:lang w:val="en-US"/>
        </w:rPr>
        <w:t>The VTS34 T</w:t>
      </w:r>
      <w:r w:rsidR="00444ACB">
        <w:rPr>
          <w:lang w:val="en-US"/>
        </w:rPr>
        <w:t>echnical Working Group</w:t>
      </w:r>
      <w:r>
        <w:rPr>
          <w:lang w:val="en-US"/>
        </w:rPr>
        <w:t xml:space="preserve"> ha</w:t>
      </w:r>
      <w:r w:rsidR="007F0A72">
        <w:rPr>
          <w:lang w:val="en-US"/>
        </w:rPr>
        <w:t>s</w:t>
      </w:r>
      <w:r>
        <w:rPr>
          <w:lang w:val="en-US"/>
        </w:rPr>
        <w:t xml:space="preserve"> re</w:t>
      </w:r>
      <w:r w:rsidR="001A0454">
        <w:rPr>
          <w:lang w:val="en-US"/>
        </w:rPr>
        <w:t xml:space="preserve">viewed the draft and </w:t>
      </w:r>
      <w:proofErr w:type="gramStart"/>
      <w:r w:rsidR="001A0454">
        <w:rPr>
          <w:lang w:val="en-US"/>
        </w:rPr>
        <w:t>appreciate</w:t>
      </w:r>
      <w:proofErr w:type="gramEnd"/>
      <w:r>
        <w:rPr>
          <w:lang w:val="en-US"/>
        </w:rPr>
        <w:t xml:space="preserve"> the work undertaken by the participants of the GSMD workshop. The document is well structured and identifies many relevant issues and considerations</w:t>
      </w:r>
      <w:r w:rsidR="00E96AC9">
        <w:rPr>
          <w:lang w:val="en-US"/>
        </w:rPr>
        <w:t>. H</w:t>
      </w:r>
      <w:r>
        <w:rPr>
          <w:lang w:val="en-US"/>
        </w:rPr>
        <w:t>owever there are areas where further refinement is required and suggested modificati</w:t>
      </w:r>
      <w:r w:rsidR="006D4690">
        <w:rPr>
          <w:lang w:val="en-US"/>
        </w:rPr>
        <w:t xml:space="preserve">ons </w:t>
      </w:r>
      <w:r w:rsidR="00E96AC9">
        <w:rPr>
          <w:lang w:val="en-US"/>
        </w:rPr>
        <w:t xml:space="preserve">were included in </w:t>
      </w:r>
      <w:r w:rsidR="006D4690">
        <w:rPr>
          <w:lang w:val="en-US"/>
        </w:rPr>
        <w:t>the text.</w:t>
      </w:r>
    </w:p>
    <w:p w14:paraId="760C3C76" w14:textId="504ECA4A" w:rsidR="00E93C9B" w:rsidRPr="00444ACB" w:rsidRDefault="00444ACB" w:rsidP="00444ACB">
      <w:pPr>
        <w:pStyle w:val="Heading1"/>
        <w:rPr>
          <w:b w:val="0"/>
          <w:lang w:val="en-GB"/>
        </w:rPr>
      </w:pPr>
      <w:r w:rsidRPr="00444ACB">
        <w:rPr>
          <w:b w:val="0"/>
          <w:lang w:val="en-GB"/>
        </w:rPr>
        <w:t xml:space="preserve">Draft IALA Recommendation entitled the Global Sharing of Marine </w:t>
      </w:r>
      <w:r>
        <w:rPr>
          <w:b w:val="0"/>
          <w:lang w:val="en-GB"/>
        </w:rPr>
        <w:t>D</w:t>
      </w:r>
      <w:r w:rsidRPr="00444ACB">
        <w:rPr>
          <w:b w:val="0"/>
          <w:lang w:val="en-GB"/>
        </w:rPr>
        <w:t>ata and Information</w:t>
      </w:r>
      <w:r w:rsidR="006D4690">
        <w:rPr>
          <w:b w:val="0"/>
          <w:lang w:val="en-GB"/>
        </w:rPr>
        <w:t xml:space="preserve"> (VTS34</w:t>
      </w:r>
      <w:r w:rsidR="007F0A72">
        <w:rPr>
          <w:b w:val="0"/>
          <w:lang w:val="en-GB"/>
        </w:rPr>
        <w:t>/</w:t>
      </w:r>
      <w:r w:rsidR="006D4690">
        <w:rPr>
          <w:b w:val="0"/>
          <w:lang w:val="en-GB"/>
        </w:rPr>
        <w:t>8</w:t>
      </w:r>
      <w:r w:rsidR="007F0A72">
        <w:rPr>
          <w:b w:val="0"/>
          <w:lang w:val="en-GB"/>
        </w:rPr>
        <w:t>/</w:t>
      </w:r>
      <w:r w:rsidR="006D4690">
        <w:rPr>
          <w:b w:val="0"/>
          <w:lang w:val="en-GB"/>
        </w:rPr>
        <w:t>7)</w:t>
      </w:r>
    </w:p>
    <w:p w14:paraId="4E787D8B" w14:textId="77777777" w:rsidR="009F5C36" w:rsidRPr="00444ACB" w:rsidRDefault="00AA76C0" w:rsidP="00135447">
      <w:pPr>
        <w:pStyle w:val="Heading1"/>
        <w:rPr>
          <w:b w:val="0"/>
          <w:lang w:val="en-GB"/>
        </w:rPr>
      </w:pPr>
      <w:r w:rsidRPr="00444ACB">
        <w:rPr>
          <w:b w:val="0"/>
          <w:lang w:val="en-GB"/>
        </w:rPr>
        <w:t>Action requested</w:t>
      </w:r>
    </w:p>
    <w:p w14:paraId="7F750EF1" w14:textId="6D4AFDB8" w:rsidR="00444ACB" w:rsidRPr="00E96AC9" w:rsidRDefault="00902AA4" w:rsidP="005D05AC">
      <w:pPr>
        <w:pStyle w:val="BodyText"/>
        <w:rPr>
          <w:i/>
        </w:rPr>
      </w:pPr>
      <w:r w:rsidRPr="00E96AC9">
        <w:rPr>
          <w:i/>
        </w:rPr>
        <w:t xml:space="preserve">The </w:t>
      </w:r>
      <w:r w:rsidR="00444ACB" w:rsidRPr="00E96AC9">
        <w:rPr>
          <w:i/>
        </w:rPr>
        <w:t xml:space="preserve">ANM </w:t>
      </w:r>
      <w:r w:rsidR="00E96AC9">
        <w:rPr>
          <w:i/>
        </w:rPr>
        <w:t>c</w:t>
      </w:r>
      <w:r w:rsidR="00444ACB" w:rsidRPr="00E96AC9">
        <w:rPr>
          <w:i/>
        </w:rPr>
        <w:t>ommittee</w:t>
      </w:r>
      <w:r w:rsidRPr="00E96AC9">
        <w:rPr>
          <w:i/>
        </w:rPr>
        <w:t xml:space="preserve"> is requested to</w:t>
      </w:r>
      <w:r w:rsidR="00444ACB" w:rsidRPr="00E96AC9">
        <w:rPr>
          <w:i/>
        </w:rPr>
        <w:t xml:space="preserve"> note the comments </w:t>
      </w:r>
      <w:r w:rsidR="00233A4A" w:rsidRPr="00E96AC9">
        <w:rPr>
          <w:i/>
        </w:rPr>
        <w:t xml:space="preserve">and suggested modifications </w:t>
      </w:r>
      <w:r w:rsidR="00E96AC9">
        <w:rPr>
          <w:i/>
        </w:rPr>
        <w:t xml:space="preserve">to </w:t>
      </w:r>
      <w:r w:rsidR="00233A4A" w:rsidRPr="00E96AC9">
        <w:rPr>
          <w:i/>
        </w:rPr>
        <w:t xml:space="preserve">the text </w:t>
      </w:r>
      <w:r w:rsidR="00444ACB" w:rsidRPr="00E96AC9">
        <w:rPr>
          <w:i/>
        </w:rPr>
        <w:t>in the associated document (</w:t>
      </w:r>
      <w:r w:rsidR="00444ACB" w:rsidRPr="00E96AC9">
        <w:rPr>
          <w:i/>
          <w:lang w:val="en-US"/>
        </w:rPr>
        <w:t>VTS34</w:t>
      </w:r>
      <w:r w:rsidR="00E96AC9">
        <w:rPr>
          <w:i/>
          <w:lang w:val="en-US"/>
        </w:rPr>
        <w:t>/output</w:t>
      </w:r>
      <w:r w:rsidR="00621C3A">
        <w:rPr>
          <w:i/>
          <w:lang w:val="en-US"/>
        </w:rPr>
        <w:t>/5a)</w:t>
      </w:r>
      <w:r w:rsidR="00444ACB" w:rsidRPr="00E96AC9">
        <w:rPr>
          <w:i/>
        </w:rPr>
        <w:t xml:space="preserve"> and action as a</w:t>
      </w:r>
      <w:bookmarkStart w:id="0" w:name="_GoBack"/>
      <w:bookmarkEnd w:id="0"/>
      <w:r w:rsidR="00444ACB" w:rsidRPr="00E96AC9">
        <w:rPr>
          <w:i/>
        </w:rPr>
        <w:t>ppropriate.</w:t>
      </w:r>
    </w:p>
    <w:sectPr w:rsidR="00444ACB" w:rsidRPr="00E96AC9" w:rsidSect="00444ACB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351281" w14:textId="77777777" w:rsidR="00802EC9" w:rsidRDefault="00802EC9" w:rsidP="00002906">
      <w:r>
        <w:separator/>
      </w:r>
    </w:p>
  </w:endnote>
  <w:endnote w:type="continuationSeparator" w:id="0">
    <w:p w14:paraId="1BAF7FE3" w14:textId="77777777" w:rsidR="00802EC9" w:rsidRDefault="00802EC9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4DAE44" w14:textId="77777777" w:rsidR="00002906" w:rsidRDefault="00002906">
    <w:pPr>
      <w:pStyle w:val="Footer"/>
    </w:pPr>
    <w:r>
      <w:tab/>
    </w:r>
    <w:r w:rsidR="009D6F1A">
      <w:fldChar w:fldCharType="begin"/>
    </w:r>
    <w:r>
      <w:instrText xml:space="preserve"> PAGE   \* MERGEFORMAT </w:instrText>
    </w:r>
    <w:r w:rsidR="009D6F1A">
      <w:fldChar w:fldCharType="separate"/>
    </w:r>
    <w:r w:rsidR="00621C3A">
      <w:rPr>
        <w:noProof/>
      </w:rPr>
      <w:t>1</w:t>
    </w:r>
    <w:r w:rsidR="009D6F1A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CB1E66" w14:textId="77777777" w:rsidR="00802EC9" w:rsidRDefault="00802EC9" w:rsidP="00002906">
      <w:r>
        <w:separator/>
      </w:r>
    </w:p>
  </w:footnote>
  <w:footnote w:type="continuationSeparator" w:id="0">
    <w:p w14:paraId="20368950" w14:textId="77777777" w:rsidR="00802EC9" w:rsidRDefault="00802EC9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479C"/>
    <w:rsid w:val="00002906"/>
    <w:rsid w:val="00031A92"/>
    <w:rsid w:val="000348ED"/>
    <w:rsid w:val="00036801"/>
    <w:rsid w:val="00050DA7"/>
    <w:rsid w:val="000A5A01"/>
    <w:rsid w:val="000F1FAC"/>
    <w:rsid w:val="00135447"/>
    <w:rsid w:val="00152273"/>
    <w:rsid w:val="001A0454"/>
    <w:rsid w:val="001A654A"/>
    <w:rsid w:val="001C74CF"/>
    <w:rsid w:val="00233A4A"/>
    <w:rsid w:val="003D55DD"/>
    <w:rsid w:val="003E1831"/>
    <w:rsid w:val="00424954"/>
    <w:rsid w:val="00444ACB"/>
    <w:rsid w:val="004C1386"/>
    <w:rsid w:val="004C220D"/>
    <w:rsid w:val="0054510D"/>
    <w:rsid w:val="005D05AC"/>
    <w:rsid w:val="00621C3A"/>
    <w:rsid w:val="00630F7F"/>
    <w:rsid w:val="0064435F"/>
    <w:rsid w:val="00677B7F"/>
    <w:rsid w:val="006D32FA"/>
    <w:rsid w:val="006D4690"/>
    <w:rsid w:val="006D470F"/>
    <w:rsid w:val="00727E88"/>
    <w:rsid w:val="0075170F"/>
    <w:rsid w:val="00775878"/>
    <w:rsid w:val="007F0A72"/>
    <w:rsid w:val="0080092C"/>
    <w:rsid w:val="00802EC9"/>
    <w:rsid w:val="00872453"/>
    <w:rsid w:val="008F13DD"/>
    <w:rsid w:val="00902AA4"/>
    <w:rsid w:val="009D6F1A"/>
    <w:rsid w:val="009F3B6C"/>
    <w:rsid w:val="009F5C36"/>
    <w:rsid w:val="00A11CAC"/>
    <w:rsid w:val="00A27F12"/>
    <w:rsid w:val="00A30579"/>
    <w:rsid w:val="00AA76C0"/>
    <w:rsid w:val="00AD673D"/>
    <w:rsid w:val="00B077EC"/>
    <w:rsid w:val="00B15B24"/>
    <w:rsid w:val="00B8247E"/>
    <w:rsid w:val="00CA04AF"/>
    <w:rsid w:val="00E5479C"/>
    <w:rsid w:val="00E93C9B"/>
    <w:rsid w:val="00E96AC9"/>
    <w:rsid w:val="00EE3F2F"/>
    <w:rsid w:val="00F73F78"/>
    <w:rsid w:val="00FA5842"/>
    <w:rsid w:val="00FA6769"/>
    <w:rsid w:val="00FD03CA"/>
    <w:rsid w:val="00FF3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F7C05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gendrr\Documents\IALA\Internal%20Committee%20Liaison%20NoteSep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\Users\hogendrr\Documents\IALA\Internal Committee Liaison NoteSep10.dotx</Template>
  <TotalTime>15</TotalTime>
  <Pages>1</Pages>
  <Words>118</Words>
  <Characters>673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Hogendoorn, Rene</dc:creator>
  <cp:lastModifiedBy>Mike Hadley</cp:lastModifiedBy>
  <cp:revision>8</cp:revision>
  <cp:lastPrinted>2006-10-19T10:49:00Z</cp:lastPrinted>
  <dcterms:created xsi:type="dcterms:W3CDTF">2012-03-21T13:48:00Z</dcterms:created>
  <dcterms:modified xsi:type="dcterms:W3CDTF">2012-03-22T22:14:00Z</dcterms:modified>
</cp:coreProperties>
</file>